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6398ED-F46B-4CF1-BD2B-27BF9398820A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